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09D1C98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r w:rsidR="00C52E27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442F7" w14:paraId="703FDBF3" w14:textId="77777777" w:rsidTr="00EC7668">
        <w:tc>
          <w:tcPr>
            <w:tcW w:w="2689" w:type="dxa"/>
          </w:tcPr>
          <w:p w14:paraId="175F3382" w14:textId="3C1BB582" w:rsidR="00A442F7" w:rsidRPr="00A442F7" w:rsidRDefault="00A442F7" w:rsidP="00A442F7">
            <w:pPr>
              <w:pStyle w:val="SIText"/>
            </w:pPr>
            <w:r w:rsidRPr="00CC451E">
              <w:t>Release</w:t>
            </w:r>
            <w:r w:rsidRPr="00A442F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A47D194" w14:textId="359BB388" w:rsidR="00A442F7" w:rsidRPr="00A442F7" w:rsidRDefault="00A442F7" w:rsidP="00082F1F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A442F7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ED71E0E" w:rsidR="00F1480E" w:rsidRPr="005404CB" w:rsidRDefault="00A3135C">
            <w:pPr>
              <w:pStyle w:val="SIUNITCODE"/>
            </w:pPr>
            <w:r>
              <w:t>AHCPER</w:t>
            </w:r>
            <w:r w:rsidR="005A6296">
              <w:t>2</w:t>
            </w:r>
            <w:r w:rsidR="009807A3">
              <w:t>X8</w:t>
            </w:r>
          </w:p>
        </w:tc>
        <w:tc>
          <w:tcPr>
            <w:tcW w:w="3604" w:type="pct"/>
            <w:shd w:val="clear" w:color="auto" w:fill="auto"/>
          </w:tcPr>
          <w:p w14:paraId="01D80964" w14:textId="6DA8C5AA" w:rsidR="00F1480E" w:rsidRPr="005404CB" w:rsidRDefault="00A442F7" w:rsidP="005404CB">
            <w:pPr>
              <w:pStyle w:val="SIUnittitle"/>
            </w:pPr>
            <w:r>
              <w:t>Produce new</w:t>
            </w:r>
            <w:r w:rsidRPr="008873C8">
              <w:t xml:space="preserve"> </w:t>
            </w:r>
            <w:r w:rsidR="008873C8" w:rsidRPr="008873C8">
              <w:t>plants for a permaculture garden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5A4E6" w14:textId="1ACA0745" w:rsidR="008873C8" w:rsidRPr="008873C8" w:rsidRDefault="008873C8" w:rsidP="008873C8">
            <w:pPr>
              <w:pStyle w:val="SIText"/>
            </w:pPr>
            <w:r w:rsidRPr="008873C8">
              <w:t xml:space="preserve">This unit of competency describes the skills and knowledge required to </w:t>
            </w:r>
            <w:r w:rsidR="00A442F7">
              <w:t>produce</w:t>
            </w:r>
            <w:r w:rsidR="00A442F7" w:rsidRPr="008873C8">
              <w:t xml:space="preserve"> </w:t>
            </w:r>
            <w:r w:rsidRPr="008873C8">
              <w:t xml:space="preserve">plants for a permaculture garden system </w:t>
            </w:r>
            <w:r w:rsidR="00A442F7">
              <w:t xml:space="preserve">using </w:t>
            </w:r>
            <w:r w:rsidRPr="008873C8">
              <w:t xml:space="preserve">propagation techniques, basic </w:t>
            </w:r>
            <w:r w:rsidR="0081788E">
              <w:t>growing on methods including,</w:t>
            </w:r>
            <w:r w:rsidRPr="008873C8">
              <w:t xml:space="preserve"> nutrition and potting media</w:t>
            </w:r>
            <w:r w:rsidR="0081788E">
              <w:t>,</w:t>
            </w:r>
            <w:r w:rsidRPr="008873C8">
              <w:t xml:space="preserve"> suitable for </w:t>
            </w:r>
            <w:r w:rsidR="00A442F7">
              <w:t>small scale</w:t>
            </w:r>
            <w:r w:rsidRPr="008873C8">
              <w:t xml:space="preserve"> propagation system</w:t>
            </w:r>
            <w:r w:rsidR="00A442F7">
              <w:t>s</w:t>
            </w:r>
            <w:r w:rsidRPr="008873C8">
              <w:t>.</w:t>
            </w:r>
          </w:p>
          <w:p w14:paraId="22B2CA7C" w14:textId="77777777" w:rsidR="008873C8" w:rsidRPr="008873C8" w:rsidRDefault="008873C8" w:rsidP="008873C8">
            <w:pPr>
              <w:pStyle w:val="SIText"/>
            </w:pPr>
          </w:p>
          <w:p w14:paraId="400ECF2A" w14:textId="77777777" w:rsidR="008873C8" w:rsidRPr="008873C8" w:rsidRDefault="008873C8" w:rsidP="008873C8">
            <w:pPr>
              <w:pStyle w:val="SIText"/>
            </w:pPr>
            <w:r w:rsidRPr="008873C8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132E491D" w14:textId="77777777" w:rsidR="008873C8" w:rsidRPr="008873C8" w:rsidRDefault="008873C8" w:rsidP="008873C8">
            <w:pPr>
              <w:pStyle w:val="SIText"/>
            </w:pPr>
          </w:p>
          <w:p w14:paraId="22C15BCD" w14:textId="09C81F4D" w:rsidR="00373436" w:rsidRPr="000754EC" w:rsidRDefault="008873C8" w:rsidP="00082F1F">
            <w:pPr>
              <w:pStyle w:val="SIText"/>
            </w:pPr>
            <w:r w:rsidRPr="008873C8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425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7ED56F5" w:rsidR="00B7425E" w:rsidRPr="00B7425E" w:rsidRDefault="00B7425E" w:rsidP="00B7425E">
            <w:pPr>
              <w:pStyle w:val="SIText"/>
            </w:pPr>
            <w:r w:rsidRPr="00B7425E">
              <w:t>1. Prepare to propagate plants</w:t>
            </w:r>
          </w:p>
        </w:tc>
        <w:tc>
          <w:tcPr>
            <w:tcW w:w="3604" w:type="pct"/>
            <w:shd w:val="clear" w:color="auto" w:fill="auto"/>
          </w:tcPr>
          <w:p w14:paraId="2259B22C" w14:textId="5D65732F" w:rsidR="00B7425E" w:rsidRPr="00B7425E" w:rsidRDefault="00B7425E" w:rsidP="00B7425E">
            <w:r w:rsidRPr="00B7425E">
              <w:t xml:space="preserve">1.1 </w:t>
            </w:r>
            <w:r w:rsidR="0081788E">
              <w:t>Identify plants to be reproduced and select propagation method</w:t>
            </w:r>
          </w:p>
          <w:p w14:paraId="63912727" w14:textId="7EDE46A3" w:rsidR="00ED1CF6" w:rsidRDefault="00ED1CF6" w:rsidP="001D5C3C">
            <w:r>
              <w:t xml:space="preserve">1.2 Source </w:t>
            </w:r>
            <w:r w:rsidR="00AB3203">
              <w:t xml:space="preserve">and acquire </w:t>
            </w:r>
            <w:r>
              <w:t xml:space="preserve">suitable plant materials for propagation </w:t>
            </w:r>
          </w:p>
          <w:p w14:paraId="6B0E6E6B" w14:textId="294548B2" w:rsidR="001D5C3C" w:rsidRDefault="001D5C3C" w:rsidP="001D5C3C">
            <w:r>
              <w:t>1.</w:t>
            </w:r>
            <w:r w:rsidR="00ED1CF6">
              <w:t>3</w:t>
            </w:r>
            <w:r w:rsidRPr="00B7425E">
              <w:t xml:space="preserve"> </w:t>
            </w:r>
            <w:r>
              <w:t xml:space="preserve">Select, </w:t>
            </w:r>
            <w:proofErr w:type="gramStart"/>
            <w:r>
              <w:t>check</w:t>
            </w:r>
            <w:proofErr w:type="gramEnd"/>
            <w:r>
              <w:t xml:space="preserve"> and prepare</w:t>
            </w:r>
            <w:r w:rsidRPr="00B7425E">
              <w:t xml:space="preserve"> </w:t>
            </w:r>
            <w:r>
              <w:t>materials and resources</w:t>
            </w:r>
          </w:p>
          <w:p w14:paraId="6614F4A2" w14:textId="5120F0F9" w:rsidR="00B7425E" w:rsidRPr="00B7425E" w:rsidRDefault="00B7425E" w:rsidP="00B7425E">
            <w:r w:rsidRPr="00B7425E">
              <w:t>1.</w:t>
            </w:r>
            <w:r w:rsidR="00ED1CF6">
              <w:t>4</w:t>
            </w:r>
            <w:r w:rsidRPr="00B7425E">
              <w:t xml:space="preserve"> Prepare containers with </w:t>
            </w:r>
            <w:r w:rsidR="00A442F7">
              <w:t>media</w:t>
            </w:r>
            <w:r w:rsidRPr="00B7425E">
              <w:t xml:space="preserve"> </w:t>
            </w:r>
            <w:r w:rsidR="0081788E">
              <w:t>according to selected propagation method</w:t>
            </w:r>
          </w:p>
          <w:p w14:paraId="46F31935" w14:textId="15EEDA2F" w:rsidR="00ED1CF6" w:rsidRDefault="0081788E" w:rsidP="00EB642A">
            <w:r>
              <w:t>1.</w:t>
            </w:r>
            <w:r w:rsidR="00ED1CF6">
              <w:t>5</w:t>
            </w:r>
            <w:r>
              <w:t xml:space="preserve"> Implement hygiene practices according to workplace biosecurity procedures</w:t>
            </w:r>
          </w:p>
          <w:p w14:paraId="4B044429" w14:textId="0734EED5" w:rsidR="00B7425E" w:rsidRPr="00B7425E" w:rsidRDefault="00ED1CF6" w:rsidP="00AB3203">
            <w:r>
              <w:t xml:space="preserve">1.6 Identify hazards and implement controls according to workplace health and safety procedures </w:t>
            </w:r>
          </w:p>
        </w:tc>
      </w:tr>
      <w:tr w:rsidR="00B7425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4BB05DF" w:rsidR="00B7425E" w:rsidRPr="00B7425E" w:rsidRDefault="00B7425E" w:rsidP="00082F1F">
            <w:pPr>
              <w:pStyle w:val="SIText"/>
            </w:pPr>
            <w:r w:rsidRPr="00B7425E">
              <w:t xml:space="preserve">2. </w:t>
            </w:r>
            <w:r w:rsidR="0081788E">
              <w:t>Undertake propagation activities</w:t>
            </w:r>
          </w:p>
        </w:tc>
        <w:tc>
          <w:tcPr>
            <w:tcW w:w="3604" w:type="pct"/>
            <w:shd w:val="clear" w:color="auto" w:fill="auto"/>
          </w:tcPr>
          <w:p w14:paraId="694907E3" w14:textId="77777777" w:rsidR="0081788E" w:rsidRDefault="00B7425E" w:rsidP="00B7425E">
            <w:r w:rsidRPr="00B7425E">
              <w:t xml:space="preserve">2.1 </w:t>
            </w:r>
            <w:r w:rsidR="0081788E">
              <w:t>Prepare propagation material according to propagation plan</w:t>
            </w:r>
          </w:p>
          <w:p w14:paraId="174AAA41" w14:textId="47021353" w:rsidR="00082F1F" w:rsidRDefault="00B7425E" w:rsidP="00B7425E">
            <w:r w:rsidRPr="00B7425E">
              <w:t xml:space="preserve">2.2 Place prepared </w:t>
            </w:r>
            <w:r w:rsidR="00082F1F">
              <w:t>propagation material in</w:t>
            </w:r>
            <w:r w:rsidR="002D5C7E">
              <w:t>to</w:t>
            </w:r>
            <w:r w:rsidR="00082F1F">
              <w:t xml:space="preserve"> growing environment according to selected propagation method</w:t>
            </w:r>
          </w:p>
          <w:p w14:paraId="2592FF60" w14:textId="649AE2BD" w:rsidR="00153B85" w:rsidRDefault="00B7425E" w:rsidP="00236FBA">
            <w:r w:rsidRPr="00B7425E">
              <w:t xml:space="preserve">2.3 Label </w:t>
            </w:r>
            <w:r w:rsidR="001C2B92">
              <w:t>propagated plants according to workplace procedures</w:t>
            </w:r>
          </w:p>
          <w:p w14:paraId="2B00249F" w14:textId="24F95FC1" w:rsidR="00B7425E" w:rsidRPr="00B7425E" w:rsidRDefault="00153B85" w:rsidP="00236FBA">
            <w:r>
              <w:t>2.4 Record propagation activity according to workplace procedures</w:t>
            </w:r>
          </w:p>
        </w:tc>
      </w:tr>
      <w:tr w:rsidR="00B7425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01D1EA0" w:rsidR="00B7425E" w:rsidRPr="00B7425E" w:rsidRDefault="00B7425E" w:rsidP="00B7425E">
            <w:pPr>
              <w:pStyle w:val="SIText"/>
            </w:pPr>
            <w:r w:rsidRPr="00B7425E">
              <w:t>3. Maintain health of plants during propagation</w:t>
            </w:r>
          </w:p>
        </w:tc>
        <w:tc>
          <w:tcPr>
            <w:tcW w:w="3604" w:type="pct"/>
            <w:shd w:val="clear" w:color="auto" w:fill="auto"/>
          </w:tcPr>
          <w:p w14:paraId="6B1B2878" w14:textId="5E473070" w:rsidR="002D5C7E" w:rsidRDefault="001D5C3C" w:rsidP="002D5C7E">
            <w:r>
              <w:t>3.1</w:t>
            </w:r>
            <w:r w:rsidR="002D5C7E" w:rsidRPr="002D5C7E">
              <w:t xml:space="preserve"> Maintain optimal growing environment to ensure successful </w:t>
            </w:r>
            <w:r>
              <w:t>plant production</w:t>
            </w:r>
            <w:r w:rsidR="002D5C7E" w:rsidRPr="002D5C7E">
              <w:t xml:space="preserve"> outcomes</w:t>
            </w:r>
          </w:p>
          <w:p w14:paraId="7B0B054A" w14:textId="61864CF9" w:rsidR="00B7425E" w:rsidRPr="00B7425E" w:rsidRDefault="00B7425E" w:rsidP="00B7425E">
            <w:r w:rsidRPr="00B7425E">
              <w:t>3.</w:t>
            </w:r>
            <w:r w:rsidR="001D5C3C">
              <w:t>2</w:t>
            </w:r>
            <w:r w:rsidRPr="00B7425E">
              <w:t xml:space="preserve"> Monitor </w:t>
            </w:r>
            <w:r w:rsidR="001C2B92">
              <w:t xml:space="preserve">health of </w:t>
            </w:r>
            <w:r w:rsidRPr="00B7425E">
              <w:t xml:space="preserve">plants </w:t>
            </w:r>
            <w:r w:rsidR="001C2B92">
              <w:t xml:space="preserve">under propagation </w:t>
            </w:r>
            <w:r w:rsidRPr="00B7425E">
              <w:t xml:space="preserve">and </w:t>
            </w:r>
            <w:r w:rsidR="001C2B92">
              <w:t>implement</w:t>
            </w:r>
            <w:r w:rsidR="001C2B92" w:rsidRPr="00B7425E">
              <w:t xml:space="preserve"> </w:t>
            </w:r>
            <w:r w:rsidRPr="00B7425E">
              <w:t>remedial</w:t>
            </w:r>
            <w:r w:rsidR="001C2B92">
              <w:t xml:space="preserve"> action where risk is identified</w:t>
            </w:r>
          </w:p>
          <w:p w14:paraId="22ECA4C5" w14:textId="598CCD42" w:rsidR="001C2B92" w:rsidRDefault="00B7425E" w:rsidP="00B7425E">
            <w:r w:rsidRPr="00B7425E">
              <w:t>3.</w:t>
            </w:r>
            <w:r w:rsidR="001D5C3C">
              <w:t>3</w:t>
            </w:r>
            <w:r w:rsidRPr="00B7425E">
              <w:t xml:space="preserve"> Check </w:t>
            </w:r>
            <w:r w:rsidR="001C2B92">
              <w:t>plants under propagation for indicators of success</w:t>
            </w:r>
          </w:p>
          <w:p w14:paraId="356E4309" w14:textId="4F2D6F8B" w:rsidR="001C2B92" w:rsidRDefault="001D5C3C" w:rsidP="00B7425E">
            <w:r>
              <w:t>3.4</w:t>
            </w:r>
            <w:r w:rsidR="001C2B92">
              <w:t xml:space="preserve"> Transfer successfully propagated plants </w:t>
            </w:r>
            <w:r w:rsidR="002D5C7E">
              <w:t xml:space="preserve">into subsequent growing conditions </w:t>
            </w:r>
            <w:r w:rsidR="001C2B92">
              <w:t>according to propagation method and propagation plan</w:t>
            </w:r>
          </w:p>
          <w:p w14:paraId="1C93868F" w14:textId="18578B4D" w:rsidR="00B7425E" w:rsidRPr="00B7425E" w:rsidRDefault="00B7425E" w:rsidP="00EB642A">
            <w:r w:rsidRPr="00B7425E">
              <w:t xml:space="preserve">3.5 </w:t>
            </w:r>
            <w:r w:rsidR="002D5C7E">
              <w:t>Prepare propagated plants for transfer into final growing position according to plant species</w:t>
            </w:r>
            <w:r w:rsidR="001D5C3C">
              <w:t xml:space="preserve"> requirements</w:t>
            </w:r>
          </w:p>
        </w:tc>
      </w:tr>
      <w:tr w:rsidR="00B7425E" w:rsidRPr="00963A46" w14:paraId="3F0124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6E82E" w14:textId="58B35E57" w:rsidR="00B7425E" w:rsidRPr="00B7425E" w:rsidRDefault="00B7425E" w:rsidP="00B7425E">
            <w:pPr>
              <w:pStyle w:val="SIText"/>
            </w:pPr>
            <w:r w:rsidRPr="00B7425E">
              <w:t xml:space="preserve">4. </w:t>
            </w:r>
            <w:proofErr w:type="gramStart"/>
            <w:r w:rsidRPr="00B7425E">
              <w:t>Maintain garden</w:t>
            </w:r>
            <w:proofErr w:type="gramEnd"/>
            <w:r w:rsidRPr="00B7425E">
              <w:t xml:space="preserve"> propagation system year round</w:t>
            </w:r>
          </w:p>
        </w:tc>
        <w:tc>
          <w:tcPr>
            <w:tcW w:w="3604" w:type="pct"/>
            <w:shd w:val="clear" w:color="auto" w:fill="auto"/>
          </w:tcPr>
          <w:p w14:paraId="4BE3171E" w14:textId="2C044EDD" w:rsidR="00B7425E" w:rsidRPr="00B7425E" w:rsidRDefault="00B7425E" w:rsidP="00B7425E">
            <w:r w:rsidRPr="00B7425E">
              <w:t xml:space="preserve">4.1 </w:t>
            </w:r>
            <w:r w:rsidR="002D5C7E">
              <w:t xml:space="preserve">Implement </w:t>
            </w:r>
            <w:r w:rsidR="001D5C3C">
              <w:t xml:space="preserve">seasonal </w:t>
            </w:r>
            <w:r w:rsidR="002D5C7E">
              <w:t xml:space="preserve">biosecurity and hygiene practices </w:t>
            </w:r>
            <w:r w:rsidR="00AE3AB3">
              <w:t>for</w:t>
            </w:r>
            <w:r w:rsidRPr="00B7425E">
              <w:t xml:space="preserve"> propagation activities</w:t>
            </w:r>
            <w:r w:rsidR="002D5C7E">
              <w:t xml:space="preserve"> according to workplace procedures</w:t>
            </w:r>
          </w:p>
          <w:p w14:paraId="61FAC1F9" w14:textId="11607E34" w:rsidR="00B7425E" w:rsidRPr="00B7425E" w:rsidRDefault="00B7425E" w:rsidP="00B7425E">
            <w:r w:rsidRPr="00B7425E">
              <w:t xml:space="preserve">4.2 </w:t>
            </w:r>
            <w:r w:rsidR="00AE3AB3">
              <w:t>Monitor and m</w:t>
            </w:r>
            <w:r w:rsidRPr="00B7425E">
              <w:t xml:space="preserve">aintain mother </w:t>
            </w:r>
            <w:r w:rsidR="00AE3AB3">
              <w:t>stock</w:t>
            </w:r>
            <w:r w:rsidR="00AE3AB3" w:rsidRPr="00B7425E">
              <w:t xml:space="preserve"> </w:t>
            </w:r>
            <w:r w:rsidRPr="00B7425E">
              <w:t>for propagation purposes</w:t>
            </w:r>
          </w:p>
          <w:p w14:paraId="249ED9D3" w14:textId="5FD5DE26" w:rsidR="00153B85" w:rsidRDefault="00B7425E" w:rsidP="00B7425E">
            <w:r w:rsidRPr="00B7425E">
              <w:t xml:space="preserve">4.3 Maintain stocks of </w:t>
            </w:r>
            <w:r w:rsidR="002D5C7E">
              <w:t xml:space="preserve">resources required for </w:t>
            </w:r>
            <w:r w:rsidR="001D5C3C">
              <w:t xml:space="preserve">seasonal </w:t>
            </w:r>
            <w:r w:rsidR="002D5C7E">
              <w:t>propagation activities</w:t>
            </w:r>
          </w:p>
          <w:p w14:paraId="405604C1" w14:textId="6534CCCC" w:rsidR="00B7425E" w:rsidRPr="00B7425E" w:rsidRDefault="00153B85" w:rsidP="00B7425E">
            <w:r>
              <w:t>4.4 Update records of propagation outcomes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3FCF41E3" w:rsidR="00F1480E" w:rsidRPr="005404CB" w:rsidRDefault="001517E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60F56432" w:rsidR="00F1480E" w:rsidRPr="001517E7" w:rsidRDefault="001517E7">
            <w:pPr>
              <w:pStyle w:val="SIBulletList1"/>
              <w:rPr>
                <w:rFonts w:eastAsia="Calibri"/>
              </w:rPr>
            </w:pPr>
            <w:r w:rsidRPr="001517E7">
              <w:t>Interpret and consolidate</w:t>
            </w:r>
            <w:r>
              <w:t xml:space="preserve"> propagation plan to inform propagation plants, methods and treatments required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E8A6DD3" w:rsidR="00F1480E" w:rsidRPr="005404CB" w:rsidRDefault="001517E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23CB2E22" w:rsidR="00F1480E" w:rsidRPr="005404CB" w:rsidRDefault="001517E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Prepares accurate records of propagation plants, their names and propagation activities and treatments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5192F3C4" w:rsidR="00041E59" w:rsidRPr="005404CB" w:rsidRDefault="002C33F1">
            <w:pPr>
              <w:pStyle w:val="SIText"/>
            </w:pPr>
            <w:r w:rsidRPr="002C33F1">
              <w:t>AHCPER2</w:t>
            </w:r>
            <w:r w:rsidR="00236FBA">
              <w:t xml:space="preserve">X8 </w:t>
            </w:r>
            <w:r w:rsidRPr="002C33F1">
              <w:t>Produce new plants for a permaculture garden system</w:t>
            </w:r>
          </w:p>
        </w:tc>
        <w:tc>
          <w:tcPr>
            <w:tcW w:w="1105" w:type="pct"/>
          </w:tcPr>
          <w:p w14:paraId="64EA7AE3" w14:textId="7BF88105" w:rsidR="00041E59" w:rsidRPr="005404CB" w:rsidRDefault="002C33F1" w:rsidP="00CC7BA1">
            <w:pPr>
              <w:pStyle w:val="SIText"/>
            </w:pPr>
            <w:r>
              <w:t>AHCPER214 Propagate plants for a permaculture garden system</w:t>
            </w:r>
          </w:p>
        </w:tc>
        <w:tc>
          <w:tcPr>
            <w:tcW w:w="1251" w:type="pct"/>
          </w:tcPr>
          <w:p w14:paraId="2396EB38" w14:textId="1059A1B7" w:rsidR="00041E59" w:rsidRDefault="002C33F1">
            <w:pPr>
              <w:pStyle w:val="SIText"/>
            </w:pPr>
            <w:r>
              <w:t>Change to Title to emphasise difference to commercial nursery propagation.</w:t>
            </w:r>
          </w:p>
          <w:p w14:paraId="2DFDA694" w14:textId="6325A32F" w:rsidR="002C33F1" w:rsidRDefault="002C33F1">
            <w:pPr>
              <w:pStyle w:val="SIText"/>
            </w:pPr>
            <w:r>
              <w:t>Changes to A</w:t>
            </w:r>
            <w:r w:rsidR="00CC7BA1">
              <w:t>pplication for clarity</w:t>
            </w:r>
          </w:p>
          <w:p w14:paraId="3E031D32" w14:textId="252CA1AD" w:rsidR="002C33F1" w:rsidRPr="005404CB" w:rsidRDefault="002C33F1">
            <w:pPr>
              <w:pStyle w:val="SIText"/>
            </w:pPr>
            <w:r>
              <w:t>Changes to structure of Elements and Performance Criteria for clarity</w:t>
            </w:r>
            <w:r w:rsidR="00CC7BA1">
              <w:t xml:space="preserve"> and compliance with standards for Training Packages</w:t>
            </w:r>
          </w:p>
        </w:tc>
        <w:tc>
          <w:tcPr>
            <w:tcW w:w="1616" w:type="pct"/>
          </w:tcPr>
          <w:p w14:paraId="426455CD" w14:textId="394CA333" w:rsidR="00916CD7" w:rsidRPr="005404CB" w:rsidRDefault="00CC7BA1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6EC5A7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2AF7285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873C8" w:rsidRPr="008873C8">
              <w:t>AHCPER2</w:t>
            </w:r>
            <w:r w:rsidR="009807A3">
              <w:t>X8</w:t>
            </w:r>
            <w:r w:rsidR="008873C8" w:rsidRPr="008873C8">
              <w:t xml:space="preserve"> </w:t>
            </w:r>
            <w:r w:rsidR="0081788E">
              <w:t>Produced new</w:t>
            </w:r>
            <w:r w:rsidR="0081788E" w:rsidRPr="008873C8">
              <w:t xml:space="preserve"> </w:t>
            </w:r>
            <w:r w:rsidR="008873C8" w:rsidRPr="008873C8">
              <w:t>plants for a permaculture garden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A3AFED4" w14:textId="3972AEEB" w:rsidR="0081788E" w:rsidRPr="009A511B" w:rsidRDefault="0081788E" w:rsidP="009A511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44EEE13" w14:textId="354EBDAF" w:rsidR="0081788E" w:rsidRPr="009A511B" w:rsidRDefault="0081788E" w:rsidP="009A511B">
            <w:pPr>
              <w:pStyle w:val="SIText"/>
            </w:pPr>
            <w:r w:rsidRPr="009A511B">
              <w:t xml:space="preserve">There must be evidence that the individual has produced new plants </w:t>
            </w:r>
            <w:r w:rsidR="009A511B" w:rsidRPr="009A511B">
              <w:t xml:space="preserve">for a permaculture garden system </w:t>
            </w:r>
            <w:r w:rsidRPr="009A511B">
              <w:t>and has:</w:t>
            </w:r>
          </w:p>
          <w:p w14:paraId="0D4A749F" w14:textId="5FD87B2C" w:rsidR="00B7425E" w:rsidRDefault="0081788E" w:rsidP="009A511B">
            <w:pPr>
              <w:pStyle w:val="SIBulletList1"/>
            </w:pPr>
            <w:r>
              <w:t xml:space="preserve">identified method </w:t>
            </w:r>
            <w:r w:rsidRPr="003877A3">
              <w:t xml:space="preserve">of </w:t>
            </w:r>
            <w:r w:rsidR="00B7425E" w:rsidRPr="003877A3">
              <w:t>propagation</w:t>
            </w:r>
            <w:r w:rsidRPr="003877A3">
              <w:t xml:space="preserve"> method </w:t>
            </w:r>
            <w:r w:rsidRPr="009A511B">
              <w:t xml:space="preserve">for at least </w:t>
            </w:r>
            <w:r w:rsidR="003877A3" w:rsidRPr="009A511B">
              <w:t xml:space="preserve">10 </w:t>
            </w:r>
            <w:r w:rsidRPr="009A511B">
              <w:t>different species</w:t>
            </w:r>
          </w:p>
          <w:p w14:paraId="3DEEE058" w14:textId="38A4458F" w:rsidR="0081788E" w:rsidRDefault="0081788E" w:rsidP="00082F1F">
            <w:pPr>
              <w:pStyle w:val="SIBulletList1"/>
            </w:pPr>
            <w:r>
              <w:t>selected and prepared materials and resources, including:</w:t>
            </w:r>
          </w:p>
          <w:p w14:paraId="56104C5F" w14:textId="0855D6C0" w:rsidR="0081788E" w:rsidRDefault="00ED1CF6" w:rsidP="00236FBA">
            <w:pPr>
              <w:pStyle w:val="SIBulletList2"/>
            </w:pPr>
            <w:r>
              <w:t>i</w:t>
            </w:r>
            <w:r w:rsidR="0081788E">
              <w:t>mplemented hygiene practices</w:t>
            </w:r>
          </w:p>
          <w:p w14:paraId="601C4B3B" w14:textId="77777777" w:rsidR="00ED1CF6" w:rsidRDefault="00ED1CF6" w:rsidP="00236FBA">
            <w:pPr>
              <w:pStyle w:val="SIBulletList2"/>
            </w:pPr>
            <w:r>
              <w:t>prepared containers and media</w:t>
            </w:r>
          </w:p>
          <w:p w14:paraId="1337AFBB" w14:textId="302B312D" w:rsidR="00ED1CF6" w:rsidRPr="00B7425E" w:rsidRDefault="00ED1CF6" w:rsidP="00236FBA">
            <w:pPr>
              <w:pStyle w:val="SIBulletList2"/>
            </w:pPr>
            <w:r>
              <w:t>sourced plant propagation material</w:t>
            </w:r>
          </w:p>
          <w:p w14:paraId="5081AB9A" w14:textId="2993F12B" w:rsidR="0081788E" w:rsidRDefault="00B7425E" w:rsidP="009A511B">
            <w:pPr>
              <w:pStyle w:val="SIBulletList1"/>
            </w:pPr>
            <w:r w:rsidRPr="00B7425E">
              <w:t>propagate</w:t>
            </w:r>
            <w:r w:rsidR="0081788E">
              <w:t>d</w:t>
            </w:r>
            <w:r w:rsidRPr="00B7425E">
              <w:t xml:space="preserve"> plants </w:t>
            </w:r>
            <w:r w:rsidRPr="009A511B">
              <w:t xml:space="preserve">using </w:t>
            </w:r>
            <w:r w:rsidR="0081788E" w:rsidRPr="009A511B">
              <w:t>at least 3 of the following techniques</w:t>
            </w:r>
            <w:r w:rsidR="0081788E">
              <w:t>:</w:t>
            </w:r>
          </w:p>
          <w:p w14:paraId="78E18444" w14:textId="7E9C129F" w:rsidR="0081788E" w:rsidRDefault="0081788E" w:rsidP="00236FBA">
            <w:pPr>
              <w:pStyle w:val="SIBulletList2"/>
            </w:pPr>
            <w:r>
              <w:t>seeds</w:t>
            </w:r>
          </w:p>
          <w:p w14:paraId="52129116" w14:textId="7BAAC1A7" w:rsidR="0081788E" w:rsidRDefault="0081788E" w:rsidP="00236FBA">
            <w:pPr>
              <w:pStyle w:val="SIBulletList2"/>
            </w:pPr>
            <w:r>
              <w:t>cuttings</w:t>
            </w:r>
          </w:p>
          <w:p w14:paraId="60D40C6B" w14:textId="77777777" w:rsidR="0081788E" w:rsidRDefault="0081788E" w:rsidP="00236FBA">
            <w:pPr>
              <w:pStyle w:val="SIBulletList2"/>
            </w:pPr>
            <w:r>
              <w:t>division</w:t>
            </w:r>
          </w:p>
          <w:p w14:paraId="41ED3C50" w14:textId="77777777" w:rsidR="0081788E" w:rsidRDefault="0081788E" w:rsidP="00236FBA">
            <w:pPr>
              <w:pStyle w:val="SIBulletList2"/>
            </w:pPr>
            <w:r>
              <w:t>grafting/budding</w:t>
            </w:r>
          </w:p>
          <w:p w14:paraId="7C68BDE4" w14:textId="6AE133D0" w:rsidR="00B7425E" w:rsidRPr="00B7425E" w:rsidRDefault="0081788E" w:rsidP="00236FBA">
            <w:pPr>
              <w:pStyle w:val="SIBulletList2"/>
            </w:pPr>
            <w:r>
              <w:t>layering</w:t>
            </w:r>
          </w:p>
          <w:p w14:paraId="5949D4A1" w14:textId="2B2AC587" w:rsidR="00B7425E" w:rsidRDefault="00B7425E" w:rsidP="00B7425E">
            <w:pPr>
              <w:pStyle w:val="SIBulletList1"/>
            </w:pPr>
            <w:r w:rsidRPr="00B7425E">
              <w:t>maintain</w:t>
            </w:r>
            <w:r w:rsidR="00153B85">
              <w:t xml:space="preserve">ed the </w:t>
            </w:r>
            <w:r w:rsidRPr="00B7425E">
              <w:t>health</w:t>
            </w:r>
            <w:r w:rsidR="00153B85">
              <w:t xml:space="preserve"> of </w:t>
            </w:r>
            <w:r w:rsidRPr="00B7425E">
              <w:t xml:space="preserve">new plants and mother </w:t>
            </w:r>
            <w:r w:rsidR="00153B85">
              <w:t>stock, including:</w:t>
            </w:r>
          </w:p>
          <w:p w14:paraId="000229C1" w14:textId="77777777" w:rsidR="00153B85" w:rsidRDefault="00153B85" w:rsidP="00236FBA">
            <w:pPr>
              <w:pStyle w:val="SIBulletList2"/>
            </w:pPr>
            <w:r>
              <w:t>watering</w:t>
            </w:r>
          </w:p>
          <w:p w14:paraId="6E08717B" w14:textId="7FAD4DA6" w:rsidR="00153B85" w:rsidRDefault="00153B85" w:rsidP="00236FBA">
            <w:pPr>
              <w:pStyle w:val="SIBulletList2"/>
            </w:pPr>
            <w:r>
              <w:t xml:space="preserve">monitored and responded to pests, </w:t>
            </w:r>
            <w:proofErr w:type="gramStart"/>
            <w:r>
              <w:t>diseases</w:t>
            </w:r>
            <w:proofErr w:type="gramEnd"/>
            <w:r>
              <w:t xml:space="preserve"> or nutrient problems</w:t>
            </w:r>
          </w:p>
          <w:p w14:paraId="3A8482AA" w14:textId="77777777" w:rsidR="004F168C" w:rsidRDefault="00153B85" w:rsidP="00236FBA">
            <w:pPr>
              <w:pStyle w:val="SIBulletList2"/>
            </w:pPr>
            <w:r>
              <w:t>monitored and responded to environmental condition in growing environment</w:t>
            </w:r>
          </w:p>
          <w:p w14:paraId="3688E92B" w14:textId="089592B2" w:rsidR="00153B85" w:rsidRDefault="00153B85">
            <w:pPr>
              <w:pStyle w:val="SIBulletList1"/>
            </w:pPr>
            <w:r>
              <w:t>implemented seasonal propagation maintenance activities</w:t>
            </w:r>
          </w:p>
          <w:p w14:paraId="6BFA69AA" w14:textId="22E88E0F" w:rsidR="00556C4C" w:rsidRPr="005404CB" w:rsidRDefault="00153B85" w:rsidP="00236FBA">
            <w:pPr>
              <w:pStyle w:val="SIBulletList1"/>
            </w:pPr>
            <w:r>
              <w:t>maintained accurate labelling and records during propagation activity.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380471C" w14:textId="331D1C17" w:rsidR="005C175F" w:rsidRDefault="005C175F" w:rsidP="00236FBA">
            <w:pPr>
              <w:pStyle w:val="SIText"/>
            </w:pPr>
            <w:r w:rsidRPr="005C175F">
              <w:t>An individual must be able to demonstrate the knowledge required to perform the tasks outlined in the elements and performance criteria of this unit. This includes knowledge of:</w:t>
            </w:r>
          </w:p>
          <w:p w14:paraId="573DB405" w14:textId="77777777" w:rsidR="00B7425E" w:rsidRPr="00B7425E" w:rsidRDefault="00B7425E" w:rsidP="00B7425E">
            <w:pPr>
              <w:pStyle w:val="SIBulletList1"/>
            </w:pPr>
            <w:r w:rsidRPr="00B7425E">
              <w:t>permaculture principles and practices related to propagation, such as:</w:t>
            </w:r>
          </w:p>
          <w:p w14:paraId="753016FA" w14:textId="77777777" w:rsidR="00B7425E" w:rsidRPr="00B7425E" w:rsidRDefault="00B7425E" w:rsidP="00B7425E">
            <w:pPr>
              <w:pStyle w:val="SIBulletList2"/>
            </w:pPr>
            <w:r w:rsidRPr="00B7425E">
              <w:t>using reclaimed or reused containers (suitably cleaned to avoid cross-contamination)</w:t>
            </w:r>
          </w:p>
          <w:p w14:paraId="50EE7BFE" w14:textId="77777777" w:rsidR="00B7425E" w:rsidRPr="00B7425E" w:rsidRDefault="00B7425E" w:rsidP="00B7425E">
            <w:pPr>
              <w:pStyle w:val="SIBulletList2"/>
            </w:pPr>
            <w:r w:rsidRPr="00B7425E">
              <w:t>labelling systems using reclaimed materials</w:t>
            </w:r>
          </w:p>
          <w:p w14:paraId="68178CD2" w14:textId="77777777" w:rsidR="00B7425E" w:rsidRPr="00B7425E" w:rsidRDefault="00B7425E" w:rsidP="00B7425E">
            <w:pPr>
              <w:pStyle w:val="SIBulletList2"/>
            </w:pPr>
            <w:r w:rsidRPr="00B7425E">
              <w:t>maintaining rare and unusual varieties</w:t>
            </w:r>
          </w:p>
          <w:p w14:paraId="6A82546A" w14:textId="77777777" w:rsidR="00B7425E" w:rsidRPr="00B7425E" w:rsidRDefault="00B7425E" w:rsidP="00B7425E">
            <w:pPr>
              <w:pStyle w:val="SIBulletList2"/>
            </w:pPr>
            <w:r w:rsidRPr="00B7425E">
              <w:t>using edges and valuing marginal or unusual plants in micro-climates</w:t>
            </w:r>
          </w:p>
          <w:p w14:paraId="24ED5794" w14:textId="77777777" w:rsidR="00B7425E" w:rsidRPr="00B7425E" w:rsidRDefault="00B7425E" w:rsidP="00B7425E">
            <w:pPr>
              <w:pStyle w:val="SIBulletList2"/>
            </w:pPr>
            <w:r w:rsidRPr="00B7425E">
              <w:t>sharing and swapping to increase biodiversity and mutual wellbeing</w:t>
            </w:r>
          </w:p>
          <w:p w14:paraId="40457FEA" w14:textId="77777777" w:rsidR="00B7425E" w:rsidRPr="00B7425E" w:rsidRDefault="00B7425E" w:rsidP="00B7425E">
            <w:pPr>
              <w:pStyle w:val="SIBulletList2"/>
            </w:pPr>
            <w:r w:rsidRPr="00B7425E">
              <w:t>preserving provenance of locally indigenous species</w:t>
            </w:r>
          </w:p>
          <w:p w14:paraId="454901DC" w14:textId="77777777" w:rsidR="00B7425E" w:rsidRPr="00B7425E" w:rsidRDefault="00B7425E" w:rsidP="00B7425E">
            <w:pPr>
              <w:pStyle w:val="SIBulletList2"/>
            </w:pPr>
            <w:r w:rsidRPr="00B7425E">
              <w:t>testing and trialling for new plants or resistant varieties</w:t>
            </w:r>
          </w:p>
          <w:p w14:paraId="1CD92433" w14:textId="77777777" w:rsidR="00B7425E" w:rsidRDefault="00B7425E" w:rsidP="00B7425E">
            <w:pPr>
              <w:pStyle w:val="SIBulletList2"/>
            </w:pPr>
            <w:r w:rsidRPr="00B7425E">
              <w:t>global food plant preservation including seed saving</w:t>
            </w:r>
          </w:p>
          <w:p w14:paraId="01B14A63" w14:textId="281F98E1" w:rsidR="002C33F1" w:rsidRPr="00B7425E" w:rsidRDefault="002C33F1" w:rsidP="00CA128F">
            <w:pPr>
              <w:pStyle w:val="SIBulletList2"/>
            </w:pPr>
            <w:r w:rsidRPr="002C33F1">
              <w:t>importance of hygiene and biosecurity in propagation practices</w:t>
            </w:r>
          </w:p>
          <w:p w14:paraId="514E72BF" w14:textId="77777777" w:rsidR="00B7425E" w:rsidRPr="00B7425E" w:rsidRDefault="00B7425E" w:rsidP="00B7425E">
            <w:pPr>
              <w:pStyle w:val="SIBulletList1"/>
            </w:pPr>
            <w:r w:rsidRPr="00B7425E">
              <w:t>principles of sustainable horticultural practices</w:t>
            </w:r>
          </w:p>
          <w:p w14:paraId="4994E865" w14:textId="7ECB6888" w:rsidR="00B7425E" w:rsidRPr="00B7425E" w:rsidRDefault="00B7425E" w:rsidP="00B7425E">
            <w:pPr>
              <w:pStyle w:val="SIBulletList1"/>
            </w:pPr>
            <w:r w:rsidRPr="00B7425E">
              <w:t xml:space="preserve">propagation techniques, </w:t>
            </w:r>
            <w:r w:rsidR="0081788E">
              <w:t>include</w:t>
            </w:r>
            <w:r w:rsidRPr="00B7425E">
              <w:t>:</w:t>
            </w:r>
          </w:p>
          <w:p w14:paraId="5896E0C2" w14:textId="77777777" w:rsidR="00EB642A" w:rsidRPr="00EB642A" w:rsidRDefault="00EB642A" w:rsidP="00EB642A">
            <w:pPr>
              <w:pStyle w:val="SIBulletList2"/>
            </w:pPr>
            <w:r w:rsidRPr="00B7425E">
              <w:t>seed sowing</w:t>
            </w:r>
          </w:p>
          <w:p w14:paraId="6F4CFFBE" w14:textId="77777777" w:rsidR="00EB642A" w:rsidRDefault="00EB642A" w:rsidP="00B7425E">
            <w:pPr>
              <w:pStyle w:val="SIBulletList2"/>
            </w:pPr>
            <w:r w:rsidRPr="00B7425E">
              <w:t xml:space="preserve">tip and </w:t>
            </w:r>
            <w:r>
              <w:t>softwood</w:t>
            </w:r>
          </w:p>
          <w:p w14:paraId="70A450D1" w14:textId="5C7622DD" w:rsidR="00B7425E" w:rsidRPr="00B7425E" w:rsidRDefault="00EB642A" w:rsidP="00B7425E">
            <w:pPr>
              <w:pStyle w:val="SIBulletList2"/>
            </w:pPr>
            <w:r>
              <w:t>semi hard</w:t>
            </w:r>
            <w:r w:rsidR="00B7425E" w:rsidRPr="00B7425E">
              <w:t>wood cuttings</w:t>
            </w:r>
          </w:p>
          <w:p w14:paraId="6ABD51DE" w14:textId="77777777" w:rsidR="00B7425E" w:rsidRPr="00B7425E" w:rsidRDefault="00B7425E" w:rsidP="00B7425E">
            <w:pPr>
              <w:pStyle w:val="SIBulletList2"/>
            </w:pPr>
            <w:r w:rsidRPr="00B7425E">
              <w:t>hard wood cuttings</w:t>
            </w:r>
          </w:p>
          <w:p w14:paraId="7BFA99DF" w14:textId="3B24630F" w:rsidR="00B7425E" w:rsidRPr="00B7425E" w:rsidRDefault="00B7425E" w:rsidP="00B7425E">
            <w:pPr>
              <w:pStyle w:val="SIBulletList2"/>
            </w:pPr>
            <w:r w:rsidRPr="00B7425E">
              <w:t>root cuttings</w:t>
            </w:r>
          </w:p>
          <w:p w14:paraId="4D7DD5F7" w14:textId="77777777" w:rsidR="0081788E" w:rsidRDefault="00B7425E" w:rsidP="00B7425E">
            <w:pPr>
              <w:pStyle w:val="SIBulletList2"/>
            </w:pPr>
            <w:r w:rsidRPr="00B7425E">
              <w:t>layering</w:t>
            </w:r>
          </w:p>
          <w:p w14:paraId="57EDF340" w14:textId="7DF90A11" w:rsidR="00B7425E" w:rsidRPr="00B7425E" w:rsidRDefault="00B7425E" w:rsidP="00B7425E">
            <w:pPr>
              <w:pStyle w:val="SIBulletList2"/>
            </w:pPr>
            <w:r w:rsidRPr="00B7425E">
              <w:t>division</w:t>
            </w:r>
          </w:p>
          <w:p w14:paraId="5E99C62D" w14:textId="34073C16" w:rsidR="00B7425E" w:rsidRPr="00B7425E" w:rsidRDefault="00B7425E" w:rsidP="00B7425E">
            <w:pPr>
              <w:pStyle w:val="SIBulletList2"/>
            </w:pPr>
            <w:r w:rsidRPr="00B7425E">
              <w:t>grafting</w:t>
            </w:r>
            <w:r w:rsidR="0081788E">
              <w:t xml:space="preserve">, including, </w:t>
            </w:r>
            <w:r w:rsidRPr="00B7425E">
              <w:t>whip and tongue, saddle</w:t>
            </w:r>
            <w:r w:rsidR="00EB642A">
              <w:t xml:space="preserve">, </w:t>
            </w:r>
            <w:r w:rsidRPr="00B7425E">
              <w:t>wedge</w:t>
            </w:r>
            <w:r w:rsidR="00EB642A">
              <w:t xml:space="preserve"> and budding</w:t>
            </w:r>
          </w:p>
          <w:p w14:paraId="4FCF3D41" w14:textId="2ED57478" w:rsidR="00082F1F" w:rsidRDefault="00082F1F" w:rsidP="00B7425E">
            <w:pPr>
              <w:pStyle w:val="SIBulletList1"/>
            </w:pPr>
            <w:r>
              <w:t>maintaining optimum growing environment, including:</w:t>
            </w:r>
          </w:p>
          <w:p w14:paraId="4F9B0CF8" w14:textId="4E48E071" w:rsidR="00082F1F" w:rsidRDefault="00082F1F" w:rsidP="00236FBA">
            <w:pPr>
              <w:pStyle w:val="SIBulletList2"/>
            </w:pPr>
            <w:r>
              <w:t>propagule treatments</w:t>
            </w:r>
          </w:p>
          <w:p w14:paraId="5CD71C3A" w14:textId="5F8308F4" w:rsidR="00082F1F" w:rsidRDefault="00082F1F" w:rsidP="00236FBA">
            <w:pPr>
              <w:pStyle w:val="SIBulletList2"/>
            </w:pPr>
            <w:r>
              <w:t>media moisture</w:t>
            </w:r>
          </w:p>
          <w:p w14:paraId="4362BA5B" w14:textId="40FB649D" w:rsidR="00082F1F" w:rsidRDefault="00082F1F" w:rsidP="00236FBA">
            <w:pPr>
              <w:pStyle w:val="SIBulletList2"/>
            </w:pPr>
            <w:r>
              <w:t>humidity</w:t>
            </w:r>
          </w:p>
          <w:p w14:paraId="614DD560" w14:textId="692F1DE7" w:rsidR="00B7425E" w:rsidRPr="00B7425E" w:rsidRDefault="00B7425E" w:rsidP="00236FBA">
            <w:pPr>
              <w:pStyle w:val="SIBulletList2"/>
            </w:pPr>
            <w:r w:rsidRPr="00B7425E">
              <w:t>basic plant nutrition</w:t>
            </w:r>
          </w:p>
          <w:p w14:paraId="01FFB22C" w14:textId="4B5CC039" w:rsidR="00B7425E" w:rsidRPr="00B7425E" w:rsidRDefault="00B7425E" w:rsidP="00B7425E">
            <w:pPr>
              <w:pStyle w:val="SIBulletList1"/>
            </w:pPr>
            <w:r w:rsidRPr="00B7425E">
              <w:t xml:space="preserve">potting mixes suitable for propagation in a garden setting, </w:t>
            </w:r>
            <w:r w:rsidR="00082F1F">
              <w:t>including:</w:t>
            </w:r>
          </w:p>
          <w:p w14:paraId="496303D9" w14:textId="77777777" w:rsidR="00B7425E" w:rsidRPr="00B7425E" w:rsidRDefault="00B7425E" w:rsidP="00B7425E">
            <w:pPr>
              <w:pStyle w:val="SIBulletList2"/>
            </w:pPr>
            <w:r w:rsidRPr="00B7425E">
              <w:t>compost and worm casting mixes</w:t>
            </w:r>
          </w:p>
          <w:p w14:paraId="769768B5" w14:textId="77777777" w:rsidR="00B7425E" w:rsidRPr="00B7425E" w:rsidRDefault="00B7425E" w:rsidP="00B7425E">
            <w:pPr>
              <w:pStyle w:val="SIBulletList2"/>
            </w:pPr>
            <w:r w:rsidRPr="00B7425E">
              <w:t>sieved and graded sands</w:t>
            </w:r>
          </w:p>
          <w:p w14:paraId="2998E689" w14:textId="77777777" w:rsidR="00B7425E" w:rsidRPr="00B7425E" w:rsidRDefault="00B7425E" w:rsidP="00B7425E">
            <w:pPr>
              <w:pStyle w:val="SIBulletList2"/>
            </w:pPr>
            <w:r w:rsidRPr="00B7425E">
              <w:lastRenderedPageBreak/>
              <w:t>blends used for different purposes or different times of year</w:t>
            </w:r>
          </w:p>
          <w:p w14:paraId="69D0D621" w14:textId="77777777" w:rsidR="00B7425E" w:rsidRPr="00B7425E" w:rsidRDefault="00B7425E" w:rsidP="00B7425E">
            <w:pPr>
              <w:pStyle w:val="SIBulletList2"/>
            </w:pPr>
            <w:r w:rsidRPr="00B7425E">
              <w:t>sphagnum moss</w:t>
            </w:r>
          </w:p>
          <w:p w14:paraId="07E6676F" w14:textId="77777777" w:rsidR="00EB642A" w:rsidRDefault="00EB642A" w:rsidP="00EB642A">
            <w:pPr>
              <w:pStyle w:val="SIBulletList1"/>
            </w:pPr>
            <w:r>
              <w:t>common conditions for propagation in permaculture systems, including:</w:t>
            </w:r>
          </w:p>
          <w:p w14:paraId="2D1AB3EA" w14:textId="1BB1DCF5" w:rsidR="00EB642A" w:rsidRDefault="00EB642A" w:rsidP="00EB642A">
            <w:pPr>
              <w:pStyle w:val="SIBulletList2"/>
            </w:pPr>
            <w:r>
              <w:t>direct into prepared beds</w:t>
            </w:r>
          </w:p>
          <w:p w14:paraId="7474E063" w14:textId="77777777" w:rsidR="00EB642A" w:rsidRDefault="00EB642A" w:rsidP="00EB642A">
            <w:pPr>
              <w:pStyle w:val="SIBulletList2"/>
            </w:pPr>
            <w:r>
              <w:t>containers and pots</w:t>
            </w:r>
          </w:p>
          <w:p w14:paraId="42D121A3" w14:textId="77777777" w:rsidR="00EB642A" w:rsidRDefault="00EB642A" w:rsidP="00EB642A">
            <w:pPr>
              <w:pStyle w:val="SIBulletList2"/>
            </w:pPr>
            <w:r>
              <w:t xml:space="preserve">greenhouses, </w:t>
            </w:r>
            <w:proofErr w:type="gramStart"/>
            <w:r>
              <w:t>cloches</w:t>
            </w:r>
            <w:proofErr w:type="gramEnd"/>
            <w:r>
              <w:t xml:space="preserve"> and cold frames</w:t>
            </w:r>
          </w:p>
          <w:p w14:paraId="6C0444CD" w14:textId="77777777" w:rsidR="00EB642A" w:rsidRDefault="00EB642A" w:rsidP="00EB642A">
            <w:pPr>
              <w:pStyle w:val="SIBulletList2"/>
            </w:pPr>
            <w:r>
              <w:t>shade and lathe houses</w:t>
            </w:r>
          </w:p>
          <w:p w14:paraId="7AD05D76" w14:textId="26D2AD06" w:rsidR="00EB642A" w:rsidRPr="00EB642A" w:rsidRDefault="00EB642A" w:rsidP="00EB642A">
            <w:pPr>
              <w:pStyle w:val="SIBulletList2"/>
            </w:pPr>
            <w:r>
              <w:t>directly on ex</w:t>
            </w:r>
            <w:r w:rsidRPr="00EB642A">
              <w:t>isting plants</w:t>
            </w:r>
          </w:p>
          <w:p w14:paraId="0BB3B151" w14:textId="77777777" w:rsidR="00B7425E" w:rsidRDefault="00B7425E" w:rsidP="00B7425E">
            <w:pPr>
              <w:pStyle w:val="SIBulletList1"/>
            </w:pPr>
            <w:r w:rsidRPr="00B7425E">
              <w:t>basic plant growth and development</w:t>
            </w:r>
          </w:p>
          <w:p w14:paraId="5C8CD985" w14:textId="034F2C2D" w:rsidR="00F1480E" w:rsidRPr="005404CB" w:rsidRDefault="00B7425E" w:rsidP="00236FBA">
            <w:pPr>
              <w:pStyle w:val="SIBulletList1"/>
            </w:pPr>
            <w:r w:rsidRPr="00B7425E">
              <w:t>methods of waste disposal causing minimal impact on the environment</w:t>
            </w:r>
            <w:r w:rsidR="00EB642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3F07169" w14:textId="39F489A7" w:rsidR="005C175F" w:rsidRDefault="005C175F" w:rsidP="005C175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3BAAEC" w14:textId="77777777" w:rsidR="005C175F" w:rsidRPr="005C175F" w:rsidRDefault="005C175F" w:rsidP="00236FBA">
            <w:pPr>
              <w:pStyle w:val="SIBulletList1"/>
            </w:pPr>
            <w:r w:rsidRPr="005C175F">
              <w:t>physical conditions:</w:t>
            </w:r>
          </w:p>
          <w:p w14:paraId="5E192182" w14:textId="582F236D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 xml:space="preserve">skills must be demonstrated </w:t>
            </w:r>
            <w:r w:rsidRPr="00AB3203">
              <w:t xml:space="preserve">in a </w:t>
            </w:r>
            <w:r w:rsidRPr="00236FBA">
              <w:t>permaculture garden system</w:t>
            </w:r>
            <w:r w:rsidRPr="00AB3203">
              <w:t xml:space="preserve"> or</w:t>
            </w:r>
            <w:r w:rsidRPr="005C175F">
              <w:t xml:space="preserve"> an environment that accurately represents workplace conditions</w:t>
            </w:r>
          </w:p>
          <w:p w14:paraId="05276926" w14:textId="77777777" w:rsidR="005C175F" w:rsidRPr="005C175F" w:rsidRDefault="005C175F" w:rsidP="00236FBA">
            <w:pPr>
              <w:pStyle w:val="SIBulletList1"/>
            </w:pPr>
            <w:r w:rsidRPr="005C175F">
              <w:t xml:space="preserve">resources, </w:t>
            </w:r>
            <w:proofErr w:type="gramStart"/>
            <w:r w:rsidRPr="005C175F">
              <w:t>equipment</w:t>
            </w:r>
            <w:proofErr w:type="gramEnd"/>
            <w:r w:rsidRPr="005C175F">
              <w:t xml:space="preserve"> and materials:</w:t>
            </w:r>
          </w:p>
          <w:p w14:paraId="53F98004" w14:textId="236EEB89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 xml:space="preserve">use of </w:t>
            </w:r>
            <w:r>
              <w:t xml:space="preserve">propagation </w:t>
            </w:r>
            <w:r w:rsidRPr="005C175F">
              <w:t>tools and equipment</w:t>
            </w:r>
          </w:p>
          <w:p w14:paraId="25B0EF8C" w14:textId="77777777" w:rsidR="005C175F" w:rsidRPr="00236FBA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>use of personal protective equipment</w:t>
            </w:r>
          </w:p>
          <w:p w14:paraId="714E9F90" w14:textId="77777777" w:rsidR="005C175F" w:rsidRPr="00236FBA" w:rsidRDefault="005C175F" w:rsidP="00236FBA">
            <w:pPr>
              <w:pStyle w:val="SIBulletList2"/>
              <w:rPr>
                <w:rFonts w:eastAsia="Calibri"/>
              </w:rPr>
            </w:pPr>
            <w:r>
              <w:t>use of plant propagation materials specified in the performance evidence</w:t>
            </w:r>
          </w:p>
          <w:p w14:paraId="704C4B60" w14:textId="7551952B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>
              <w:t>use of growing environments for propagation methods</w:t>
            </w:r>
          </w:p>
          <w:p w14:paraId="0FE29C63" w14:textId="77777777" w:rsidR="005C175F" w:rsidRPr="005C175F" w:rsidRDefault="005C175F" w:rsidP="00236FBA">
            <w:pPr>
              <w:pStyle w:val="SIBulletList1"/>
              <w:rPr>
                <w:rFonts w:eastAsia="Calibri"/>
              </w:rPr>
            </w:pPr>
            <w:r w:rsidRPr="005C175F">
              <w:rPr>
                <w:rFonts w:eastAsia="Calibri"/>
              </w:rPr>
              <w:t>specifications:</w:t>
            </w:r>
          </w:p>
          <w:p w14:paraId="0396433B" w14:textId="3DDC5564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rPr>
                <w:rFonts w:eastAsia="Calibri"/>
              </w:rPr>
              <w:t>use of workplace procedures</w:t>
            </w:r>
            <w:r>
              <w:rPr>
                <w:rFonts w:eastAsia="Calibri"/>
              </w:rPr>
              <w:t xml:space="preserve"> and </w:t>
            </w:r>
            <w:r w:rsidRPr="005C175F">
              <w:rPr>
                <w:rFonts w:eastAsia="Calibri"/>
              </w:rPr>
              <w:t>processes</w:t>
            </w:r>
          </w:p>
          <w:p w14:paraId="63240B7A" w14:textId="4CB0C7D1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rPr>
                <w:rFonts w:eastAsia="Calibri"/>
              </w:rPr>
              <w:t>access to safety data sheets</w:t>
            </w:r>
          </w:p>
          <w:p w14:paraId="78D9341D" w14:textId="3315E865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rPr>
                <w:rFonts w:eastAsia="Calibri"/>
              </w:rPr>
              <w:t>use of workplace instructions</w:t>
            </w:r>
            <w:r>
              <w:rPr>
                <w:rFonts w:eastAsia="Calibri"/>
              </w:rPr>
              <w:t xml:space="preserve"> and propagation plans</w:t>
            </w:r>
          </w:p>
          <w:p w14:paraId="35F4337F" w14:textId="77777777" w:rsidR="005C175F" w:rsidRPr="005C175F" w:rsidRDefault="005C175F" w:rsidP="00236FBA">
            <w:pPr>
              <w:pStyle w:val="SIBulletList1"/>
            </w:pPr>
            <w:r w:rsidRPr="005C175F">
              <w:t xml:space="preserve">timeframes: </w:t>
            </w:r>
          </w:p>
          <w:p w14:paraId="746853B1" w14:textId="2982F504" w:rsidR="005C175F" w:rsidRPr="005C175F" w:rsidRDefault="005C175F" w:rsidP="00236FBA">
            <w:pPr>
              <w:pStyle w:val="SIBulletList2"/>
            </w:pPr>
            <w:r w:rsidRPr="005C175F">
              <w:t xml:space="preserve">according to </w:t>
            </w:r>
            <w:r>
              <w:t xml:space="preserve">season </w:t>
            </w:r>
            <w:r w:rsidRPr="005C175F">
              <w:t xml:space="preserve">specified </w:t>
            </w:r>
            <w:r>
              <w:t>for plant</w:t>
            </w:r>
            <w:r w:rsidRPr="005C175F">
              <w:t xml:space="preserve"> species </w:t>
            </w:r>
            <w:r>
              <w:t>propagation</w:t>
            </w:r>
          </w:p>
          <w:p w14:paraId="65C5D7D0" w14:textId="77777777" w:rsidR="005C175F" w:rsidRDefault="005C175F" w:rsidP="005C175F"/>
          <w:p w14:paraId="759850B7" w14:textId="5D11D8C9" w:rsidR="003B541E" w:rsidRPr="005404CB" w:rsidRDefault="005C175F" w:rsidP="00236FBA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511B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E72E84C" w:rsidR="009C2650" w:rsidRPr="000754EC" w:rsidRDefault="007E17E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73C8" w:rsidRPr="008873C8">
      <w:t xml:space="preserve"> </w:t>
    </w:r>
    <w:r w:rsidR="002C33F1" w:rsidRPr="008873C8">
      <w:t>AHCPER2</w:t>
    </w:r>
    <w:r w:rsidR="002C33F1">
      <w:t>X</w:t>
    </w:r>
    <w:r w:rsidR="009807A3">
      <w:t>8</w:t>
    </w:r>
    <w:r w:rsidR="002C33F1" w:rsidRPr="008873C8">
      <w:t xml:space="preserve"> </w:t>
    </w:r>
    <w:r w:rsidR="00A442F7">
      <w:t>Produce new plants</w:t>
    </w:r>
    <w:r w:rsidR="008873C8" w:rsidRPr="008873C8">
      <w:t xml:space="preserve"> for a permaculture garden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253212">
    <w:abstractNumId w:val="12"/>
  </w:num>
  <w:num w:numId="2" w16cid:durableId="230427824">
    <w:abstractNumId w:val="10"/>
  </w:num>
  <w:num w:numId="3" w16cid:durableId="1698770354">
    <w:abstractNumId w:val="7"/>
  </w:num>
  <w:num w:numId="4" w16cid:durableId="1379738127">
    <w:abstractNumId w:val="9"/>
  </w:num>
  <w:num w:numId="5" w16cid:durableId="1140269620">
    <w:abstractNumId w:val="0"/>
  </w:num>
  <w:num w:numId="6" w16cid:durableId="1470174762">
    <w:abstractNumId w:val="8"/>
  </w:num>
  <w:num w:numId="7" w16cid:durableId="1146629107">
    <w:abstractNumId w:val="6"/>
  </w:num>
  <w:num w:numId="8" w16cid:durableId="2024820237">
    <w:abstractNumId w:val="2"/>
  </w:num>
  <w:num w:numId="9" w16cid:durableId="607465749">
    <w:abstractNumId w:val="5"/>
  </w:num>
  <w:num w:numId="10" w16cid:durableId="138602758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2F1F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7E7"/>
    <w:rsid w:val="00151D55"/>
    <w:rsid w:val="00151D93"/>
    <w:rsid w:val="00153B85"/>
    <w:rsid w:val="00156EF3"/>
    <w:rsid w:val="00162CC8"/>
    <w:rsid w:val="00176E4F"/>
    <w:rsid w:val="0018546B"/>
    <w:rsid w:val="00194304"/>
    <w:rsid w:val="001A6A3E"/>
    <w:rsid w:val="001A7B6D"/>
    <w:rsid w:val="001B34D5"/>
    <w:rsid w:val="001B513A"/>
    <w:rsid w:val="001C0A75"/>
    <w:rsid w:val="001C1306"/>
    <w:rsid w:val="001C2B92"/>
    <w:rsid w:val="001D30EB"/>
    <w:rsid w:val="001D5C1B"/>
    <w:rsid w:val="001D5C3C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36FBA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33F1"/>
    <w:rsid w:val="002C55E9"/>
    <w:rsid w:val="002D0C8B"/>
    <w:rsid w:val="002D330A"/>
    <w:rsid w:val="002D5C7E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31CC"/>
    <w:rsid w:val="0038735B"/>
    <w:rsid w:val="003877A3"/>
    <w:rsid w:val="003916D1"/>
    <w:rsid w:val="00394C90"/>
    <w:rsid w:val="003A21F0"/>
    <w:rsid w:val="003A277F"/>
    <w:rsid w:val="003A58BA"/>
    <w:rsid w:val="003A5AE7"/>
    <w:rsid w:val="003A7221"/>
    <w:rsid w:val="003B3493"/>
    <w:rsid w:val="003B5029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E1B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935DF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168C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C175F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67D8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D5A78"/>
    <w:rsid w:val="007E17E5"/>
    <w:rsid w:val="007E3BD1"/>
    <w:rsid w:val="007F1563"/>
    <w:rsid w:val="007F1EB2"/>
    <w:rsid w:val="007F44DB"/>
    <w:rsid w:val="007F5A8B"/>
    <w:rsid w:val="0081788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07A3"/>
    <w:rsid w:val="00993CEA"/>
    <w:rsid w:val="00997BFC"/>
    <w:rsid w:val="009A511B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C0B"/>
    <w:rsid w:val="009F0DCC"/>
    <w:rsid w:val="009F11CA"/>
    <w:rsid w:val="00A0695B"/>
    <w:rsid w:val="00A13052"/>
    <w:rsid w:val="00A216A8"/>
    <w:rsid w:val="00A223A6"/>
    <w:rsid w:val="00A3135C"/>
    <w:rsid w:val="00A3639E"/>
    <w:rsid w:val="00A442F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203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AB3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B38FE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2E27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C7BA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B5A"/>
    <w:rsid w:val="00E238E6"/>
    <w:rsid w:val="00E34CD8"/>
    <w:rsid w:val="00E35064"/>
    <w:rsid w:val="00E3681D"/>
    <w:rsid w:val="00E40225"/>
    <w:rsid w:val="00E4046B"/>
    <w:rsid w:val="00E501F0"/>
    <w:rsid w:val="00E6166D"/>
    <w:rsid w:val="00E731B0"/>
    <w:rsid w:val="00E91BFF"/>
    <w:rsid w:val="00E92933"/>
    <w:rsid w:val="00E94FAD"/>
    <w:rsid w:val="00EB0AA4"/>
    <w:rsid w:val="00EB5C88"/>
    <w:rsid w:val="00EB642A"/>
    <w:rsid w:val="00EC0469"/>
    <w:rsid w:val="00EC0C3E"/>
    <w:rsid w:val="00ED1CF6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36F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D9793-F426-4120-8B09-48F66A25B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d50bbff7-d6dd-47d2-864a-cfdc2c3db0f4"/>
    <ds:schemaRef ds:uri="http://schemas.microsoft.com/sharepoint/v3"/>
    <ds:schemaRef ds:uri="7ee3a392-9fd5-4e44-986b-b11872d0f857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ED057-ADEE-4B94-BAEA-F115B0A4D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78</TotalTime>
  <Pages>4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19</cp:revision>
  <cp:lastPrinted>2016-05-27T05:21:00Z</cp:lastPrinted>
  <dcterms:created xsi:type="dcterms:W3CDTF">2021-12-01T22:40:00Z</dcterms:created>
  <dcterms:modified xsi:type="dcterms:W3CDTF">2022-05-13T02:07:00Z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